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FFFFF" w:themeFill="background1"/>
        <w:ind w:firstLine="1928" w:firstLineChars="400"/>
        <w:jc w:val="both"/>
        <w:rPr>
          <w:rFonts w:hint="eastAsia" w:ascii="全字库正楷体" w:hAnsi="全字库正楷体" w:eastAsia="全字库正楷体" w:cs="全字库正楷体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离</w:t>
      </w:r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婚</w:t>
      </w:r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协</w:t>
      </w:r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议</w:t>
      </w:r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Noto Sans S Chinese Regular" w:hAnsi="Noto Sans S Chinese Regular" w:eastAsia="Noto Sans S Chinese Regular" w:cs="Noto Sans S Chinese Regular"/>
          <w:b/>
          <w:bCs/>
          <w:i w:val="0"/>
          <w:caps w:val="0"/>
          <w:color w:val="000000" w:themeColor="text1"/>
          <w:spacing w:val="0"/>
          <w:sz w:val="48"/>
          <w:szCs w:val="4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书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男方：_____汉族____年__月__日生，身份证号码：______________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女方：_____汉族____年__月__日生，身份证号码：______________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　　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男女双方于___年__月__日在________登记结婚，婚后于___年__月__日生育一个儿子(女儿)，名______。现在夫妻双方的感情已完全破裂，已无和好的可能性，经双方协商达成一致意见，订立离婚协议如下： 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一、男女双方自愿离婚。 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二、　儿子(女儿)________由____方抚养，由____方每月给付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抚养费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______元，抚养费支付至孩子年满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18周岁，超过18周岁的必要支出双方再协商确定具体支付数额及时间。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在不影响孩子学习、生活的情况下，____方可随时探望对方抚养的孩子，但应提前通知抚养孩子一方。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三、夫妻双方在婚姻期间无共同财产，各自名下财产归各自所有，并无争议。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四、夫妻双方在婚姻期间无共同债权、债务，各人名下债权债务离婚后由个人享有和承担。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五、本协议书一式三份，自婚姻登记机关颁发《离婚证》之日起生效。双方各执一份，一份交婚姻登记处备案。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六、如本协议生效后在执行中发生争议的，双方应协商解决，协商不成，任何一方均可向人民法院起诉。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Noto Sans S Chinese Regular" w:hAnsi="Noto Sans S Chinese Regular" w:eastAsia="Noto Sans S Chinese Regular" w:cs="Noto Sans S Chinese Regular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Regular" w:hAnsi="Noto Sans S Chinese Regular" w:eastAsia="Noto Sans S Chinese Regular" w:cs="Noto Sans S Chinese Regular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6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男方：                       女方：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600"/>
        <w:jc w:val="left"/>
        <w:textAlignment w:val="auto"/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___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日               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___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Noto Sans S Chinese Medium" w:hAnsi="Noto Sans S Chinese Medium" w:eastAsia="Noto Sans S Chinese Medium" w:cs="Noto Sans S Chinese Medium"/>
          <w:b w:val="0"/>
          <w:bCs w:val="0"/>
          <w:i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日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Noto Sans S Chinese Regular" w:hAnsi="Noto Sans S Chinese Regular" w:eastAsia="Noto Sans S Chinese Regular" w:cs="Noto Sans S Chinese Regular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Noto Sans S Chinese Regular" w:hAnsi="Noto Sans S Chinese Regular" w:eastAsia="Noto Sans S Chinese Regular" w:cs="Noto Sans S Chinese Regular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</w:p>
    <w:sectPr>
      <w:pgSz w:w="11906" w:h="16838"/>
      <w:pgMar w:top="1134" w:right="1587" w:bottom="56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全字库正楷体">
    <w:altName w:val="宋体"/>
    <w:panose1 w:val="02010604000101010101"/>
    <w:charset w:val="86"/>
    <w:family w:val="auto"/>
    <w:pitch w:val="default"/>
    <w:sig w:usb0="00000000" w:usb1="00000000" w:usb2="0817FFFF" w:usb3="00000000" w:csb0="601F01FF" w:csb1="BFFF0000"/>
  </w:font>
  <w:font w:name="Noto Sans S Chinese Regular">
    <w:altName w:val="宋体"/>
    <w:panose1 w:val="020B0500000000000000"/>
    <w:charset w:val="86"/>
    <w:family w:val="auto"/>
    <w:pitch w:val="default"/>
    <w:sig w:usb0="00000000" w:usb1="00000000" w:usb2="00000016" w:usb3="00000000" w:csb0="60060107" w:csb1="00000000"/>
  </w:font>
  <w:font w:name="Noto Sans S Chinese Medium">
    <w:altName w:val="宋体"/>
    <w:panose1 w:val="020B0600000000000000"/>
    <w:charset w:val="86"/>
    <w:family w:val="auto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6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F35DE"/>
    <w:rsid w:val="00787724"/>
    <w:rsid w:val="0E0D70C7"/>
    <w:rsid w:val="0F2879FF"/>
    <w:rsid w:val="14BE482C"/>
    <w:rsid w:val="16216313"/>
    <w:rsid w:val="16FD23ED"/>
    <w:rsid w:val="17431933"/>
    <w:rsid w:val="1C56423C"/>
    <w:rsid w:val="1F3812F0"/>
    <w:rsid w:val="1FFF35DE"/>
    <w:rsid w:val="21E83169"/>
    <w:rsid w:val="254E21FE"/>
    <w:rsid w:val="27487EBE"/>
    <w:rsid w:val="2A1E70E1"/>
    <w:rsid w:val="31306D36"/>
    <w:rsid w:val="3400550A"/>
    <w:rsid w:val="3AF7688C"/>
    <w:rsid w:val="3C425994"/>
    <w:rsid w:val="44CE143C"/>
    <w:rsid w:val="4DA947C6"/>
    <w:rsid w:val="4DDB390B"/>
    <w:rsid w:val="51775327"/>
    <w:rsid w:val="520949AC"/>
    <w:rsid w:val="53626694"/>
    <w:rsid w:val="54DB0325"/>
    <w:rsid w:val="55B23ECC"/>
    <w:rsid w:val="597F4053"/>
    <w:rsid w:val="5B480022"/>
    <w:rsid w:val="60B66159"/>
    <w:rsid w:val="6395268F"/>
    <w:rsid w:val="66405FF9"/>
    <w:rsid w:val="667B7413"/>
    <w:rsid w:val="66D63CFC"/>
    <w:rsid w:val="700422A5"/>
    <w:rsid w:val="70D07EB5"/>
    <w:rsid w:val="749F3451"/>
    <w:rsid w:val="78F202E5"/>
    <w:rsid w:val="794B17AD"/>
    <w:rsid w:val="7957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c733651a-7803-dbd6-a29d-6617f7faae52\&#31163;&#23130;&#21327;&#35758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离婚协议书.docx</Template>
  <Pages>1</Pages>
  <Words>443</Words>
  <Characters>539</Characters>
  <Lines>0</Lines>
  <Paragraphs>0</Paragraphs>
  <TotalTime>4</TotalTime>
  <ScaleCrop>false</ScaleCrop>
  <LinksUpToDate>false</LinksUpToDate>
  <CharactersWithSpaces>656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2020-05-28T14:32:00Z</dcterms:created>
  <dc:creator>诗</dc:creator>
  <cp:lastModifiedBy>诗</cp:lastModifiedBy>
  <dcterms:modified xsi:type="dcterms:W3CDTF">2020-05-28T14:32:50Z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