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8825D" w14:textId="77777777" w:rsidR="00DF6817" w:rsidRDefault="00665BDB">
      <w:pPr>
        <w:jc w:val="center"/>
        <w:rPr>
          <w:rFonts w:ascii="Arial" w:hAnsi="Arial" w:cs="Arial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2A2DD22C" w14:textId="77777777" w:rsidR="00DF6817" w:rsidRDefault="00DF6817">
      <w:pPr>
        <w:jc w:val="center"/>
        <w:rPr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</w:pPr>
    </w:p>
    <w:tbl>
      <w:tblPr>
        <w:tblStyle w:val="a9"/>
        <w:tblW w:w="27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2463"/>
      </w:tblGrid>
      <w:tr w:rsidR="00DF6817" w14:paraId="19C2C417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3AE4B827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73799129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DF6817" w14:paraId="78FB482B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FE952F0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151F9DF4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DF6817" w14:paraId="25627FCE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B0C921B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0C4DF2A6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DF6817" w14:paraId="684265FB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4ECDCFD6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48AB21F4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DF6817" w14:paraId="0CBC14F3" w14:textId="77777777">
        <w:trPr>
          <w:jc w:val="center"/>
        </w:trPr>
        <w:tc>
          <w:tcPr>
            <w:tcW w:w="314" w:type="dxa"/>
            <w:tcBorders>
              <w:tl2br w:val="nil"/>
              <w:tr2bl w:val="nil"/>
            </w:tcBorders>
          </w:tcPr>
          <w:p w14:paraId="564F2DF1" w14:textId="77777777" w:rsidR="00DF6817" w:rsidRDefault="00DF6817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463" w:type="dxa"/>
            <w:tcBorders>
              <w:tl2br w:val="nil"/>
              <w:tr2bl w:val="nil"/>
            </w:tcBorders>
          </w:tcPr>
          <w:p w14:paraId="36A255A3" w14:textId="77777777" w:rsidR="00DF6817" w:rsidRDefault="00665BDB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267C73BD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0F70DBC0" w14:textId="77777777" w:rsidR="00DF6817" w:rsidRDefault="00665BD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lastRenderedPageBreak/>
        <w:t>NOTE:</w:t>
      </w:r>
    </w:p>
    <w:p w14:paraId="77AB102A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78981D08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</w:t>
      </w:r>
    </w:p>
    <w:p w14:paraId="7E9EACD2" w14:textId="77777777" w:rsidR="00DF6817" w:rsidRDefault="00665BDB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 </w:t>
      </w:r>
    </w:p>
    <w:p w14:paraId="2858EA4E" w14:textId="77777777" w:rsidR="00DF6817" w:rsidRDefault="00665BDB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                  </w:t>
      </w:r>
    </w:p>
    <w:p w14:paraId="7621691B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7ACA288A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38824087" w14:textId="77777777" w:rsidR="00DF6817" w:rsidRDefault="00DF6817">
      <w:pPr>
        <w:rPr>
          <w:rFonts w:asciiTheme="minorEastAsia" w:hAnsiTheme="minorEastAsia"/>
          <w:sz w:val="18"/>
          <w:szCs w:val="18"/>
        </w:rPr>
      </w:pPr>
    </w:p>
    <w:p w14:paraId="77F24166" w14:textId="77777777" w:rsidR="00DF6817" w:rsidRDefault="00DF6817">
      <w:pPr>
        <w:rPr>
          <w:rFonts w:asciiTheme="minorEastAsia" w:hAnsiTheme="minorEastAsia" w:hint="eastAsia"/>
          <w:sz w:val="18"/>
          <w:szCs w:val="18"/>
        </w:rPr>
      </w:pPr>
    </w:p>
    <w:p w14:paraId="23C3D566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2ADE80E6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3503BF0A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6BC4A10C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71632EF6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050D78E6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70E3C7D3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6D75D34C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5C380F4E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6DB0178C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17844B80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495127DE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49735C98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69B4111A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3C010323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0DE236C0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3A5B1FD8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</w:p>
    <w:p w14:paraId="54E16EDE" w14:textId="77777777" w:rsidR="005F5599" w:rsidRDefault="005F5599">
      <w:pPr>
        <w:rPr>
          <w:rFonts w:asciiTheme="minorEastAsia" w:hAnsiTheme="minorEastAsia" w:hint="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r>
        <w:rPr>
          <w:rFonts w:asciiTheme="minorEastAsia" w:hAnsiTheme="minorEastAsia"/>
          <w:sz w:val="18"/>
          <w:szCs w:val="18"/>
        </w:rPr>
        <w:softHyphen/>
      </w:r>
      <w:bookmarkStart w:id="0" w:name="_GoBack"/>
      <w:bookmarkEnd w:id="0"/>
    </w:p>
    <w:sectPr w:rsidR="005F5599" w:rsidSect="005F5599">
      <w:pgSz w:w="16838" w:h="3232" w:orient="landscape"/>
      <w:pgMar w:top="170" w:right="180" w:bottom="170" w:left="58" w:header="851" w:footer="992" w:gutter="0"/>
      <w:cols w:num="4"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5F3A57"/>
    <w:rsid w:val="005F5599"/>
    <w:rsid w:val="00650D90"/>
    <w:rsid w:val="00665BDB"/>
    <w:rsid w:val="006B531C"/>
    <w:rsid w:val="00A2608E"/>
    <w:rsid w:val="00DF6817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EB54D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页眉字符"/>
    <w:basedOn w:val="a0"/>
    <w:link w:val="a7"/>
    <w:rPr>
      <w:kern w:val="2"/>
      <w:sz w:val="18"/>
      <w:szCs w:val="18"/>
    </w:rPr>
  </w:style>
  <w:style w:type="character" w:customStyle="1" w:styleId="a6">
    <w:name w:val="页脚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C:\Users\LD8\AppData\Roaming\Kingsoft\wps\addons\pool\win-i386\knewfileres_1.0.0.3\wps\0.docx</Template>
  <TotalTime>34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672859397</cp:lastModifiedBy>
  <cp:revision>3</cp:revision>
  <cp:lastPrinted>2019-04-12T02:46:00Z</cp:lastPrinted>
  <dcterms:created xsi:type="dcterms:W3CDTF">2018-05-21T06:15:00Z</dcterms:created>
  <dcterms:modified xsi:type="dcterms:W3CDTF">2020-04-15T01:48:00Z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