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F051691" w14:textId="77777777" w:rsidR="00650D90" w:rsidRPr="0023778F" w:rsidRDefault="00650D90" w:rsidP="00650D90">
      <w:pPr>
        <w:rPr>
          <w:rFonts w:ascii="Arial" w:hAnsi="Arial" w:cs="Arial"/>
          <w:b/>
          <w:color w:val="444444"/>
          <w:sz w:val="32"/>
          <w:szCs w:val="32"/>
          <w:shd w:val="clear" w:color="auto" w:fill="FFFFFF"/>
        </w:rPr>
      </w:pPr>
      <w:r w:rsidRPr="00650D90">
        <w:rPr>
          <w:rFonts w:ascii="Arial" w:hAnsi="Arial" w:cs="Arial" w:hint="eastAsia"/>
          <w:b/>
          <w:color w:val="444444"/>
          <w:sz w:val="32"/>
          <w:szCs w:val="32"/>
          <w:shd w:val="clear" w:color="auto" w:fill="FFFFFF"/>
        </w:rPr>
        <w:t>数学几何试题</w:t>
      </w:r>
    </w:p>
    <w:p w14:paraId="513F7BD0" w14:textId="421AA6DB" w:rsidR="00650D90" w:rsidRPr="0023778F" w:rsidRDefault="004A5E16" w:rsidP="0023778F">
      <w:pPr>
        <w:pStyle w:val="a7"/>
        <w:numPr>
          <w:ilvl w:val="0"/>
          <w:numId w:val="1"/>
        </w:numPr>
        <w:ind w:firstLineChars="0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7728" behindDoc="0" locked="0" layoutInCell="1" allowOverlap="1" wp14:anchorId="4D959F60" wp14:editId="2D9CC6BA">
            <wp:simplePos x="0" y="0"/>
            <wp:positionH relativeFrom="column">
              <wp:posOffset>2971800</wp:posOffset>
            </wp:positionH>
            <wp:positionV relativeFrom="paragraph">
              <wp:posOffset>505460</wp:posOffset>
            </wp:positionV>
            <wp:extent cx="1655445" cy="787400"/>
            <wp:effectExtent l="0" t="0" r="0" b="0"/>
            <wp:wrapThrough wrapText="bothSides">
              <wp:wrapPolygon edited="0">
                <wp:start x="0" y="0"/>
                <wp:lineTo x="0" y="20903"/>
                <wp:lineTo x="21376" y="20903"/>
                <wp:lineTo x="21376" y="0"/>
                <wp:lineTo x="0" y="0"/>
              </wp:wrapPolygon>
            </wp:wrapThrough>
            <wp:docPr id="2" name="图片 1" descr="http://img.orz520.com/t01b7b72df81270a2cd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://img.orz520.com/t01b7b72df81270a2cd.jpg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655445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650D90" w:rsidRPr="0023778F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如图，已知ΔABC中，AB=5，AC=3，连BC上的中线AD=2，求BC的长。</w:t>
      </w:r>
    </w:p>
    <w:p w14:paraId="34138D43" w14:textId="37947C54" w:rsidR="004A5E16" w:rsidRDefault="004A5E16" w:rsidP="004A5E16">
      <w:pPr>
        <w:pStyle w:val="a7"/>
        <w:ind w:left="360" w:firstLineChars="0" w:firstLine="0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</w:p>
    <w:p w14:paraId="1839E2E2" w14:textId="56726547" w:rsidR="004A5E16" w:rsidRDefault="004A5E16" w:rsidP="003A1A2B">
      <w:pPr>
        <w:jc w:val="left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>
        <w:rPr>
          <w:noProof/>
        </w:rPr>
        <w:drawing>
          <wp:anchor distT="0" distB="0" distL="114300" distR="114300" simplePos="0" relativeHeight="251658752" behindDoc="0" locked="0" layoutInCell="1" allowOverlap="1" wp14:anchorId="47362411" wp14:editId="70C84837">
            <wp:simplePos x="0" y="0"/>
            <wp:positionH relativeFrom="column">
              <wp:posOffset>990600</wp:posOffset>
            </wp:positionH>
            <wp:positionV relativeFrom="paragraph">
              <wp:posOffset>83820</wp:posOffset>
            </wp:positionV>
            <wp:extent cx="1206500" cy="828855"/>
            <wp:effectExtent l="0" t="0" r="0" b="0"/>
            <wp:wrapThrough wrapText="bothSides">
              <wp:wrapPolygon edited="0">
                <wp:start x="0" y="0"/>
                <wp:lineTo x="0" y="21352"/>
                <wp:lineTo x="21145" y="21352"/>
                <wp:lineTo x="21145" y="0"/>
                <wp:lineTo x="0" y="0"/>
              </wp:wrapPolygon>
            </wp:wrapThrough>
            <wp:docPr id="4" name="图片 4" descr="http://img.orz520.com/t015144c2a3551b478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http://img.orz520.com/t015144c2a3551b4780.jpg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206500" cy="8288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14:paraId="42CA02F3" w14:textId="77777777" w:rsidR="004A5E16" w:rsidRDefault="004A5E16" w:rsidP="003A1A2B">
      <w:pPr>
        <w:jc w:val="left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</w:p>
    <w:p w14:paraId="1DB4F900" w14:textId="77777777" w:rsidR="004A5E16" w:rsidRDefault="004A5E16" w:rsidP="003A1A2B">
      <w:pPr>
        <w:jc w:val="left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</w:p>
    <w:p w14:paraId="0B343437" w14:textId="77777777" w:rsidR="004A5E16" w:rsidRDefault="004A5E16" w:rsidP="003A1A2B">
      <w:pPr>
        <w:jc w:val="left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</w:p>
    <w:p w14:paraId="2FA73DC3" w14:textId="77777777" w:rsidR="004A5E16" w:rsidRDefault="004A5E16" w:rsidP="003A1A2B">
      <w:pPr>
        <w:jc w:val="left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</w:p>
    <w:p w14:paraId="1E424A93" w14:textId="77777777" w:rsidR="004A5E16" w:rsidRDefault="004A5E16" w:rsidP="003A1A2B">
      <w:pPr>
        <w:jc w:val="left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</w:p>
    <w:p w14:paraId="234F1FBC" w14:textId="3DF94113" w:rsidR="00EA3F6B" w:rsidRDefault="00650D90" w:rsidP="003A1A2B">
      <w:pPr>
        <w:jc w:val="left"/>
        <w:rPr>
          <w:rFonts w:asciiTheme="minorEastAsia" w:hAnsiTheme="minorEastAsia" w:cs="Arial"/>
          <w:color w:val="444444"/>
          <w:szCs w:val="21"/>
          <w:shd w:val="clear" w:color="auto" w:fill="FFFFFF"/>
        </w:rPr>
      </w:pPr>
      <w:r w:rsidRPr="00EA3F6B">
        <w:rPr>
          <w:rFonts w:asciiTheme="minorEastAsia" w:hAnsiTheme="minorEastAsia" w:cs="Arial" w:hint="eastAsia"/>
          <w:color w:val="444444"/>
          <w:szCs w:val="21"/>
          <w:shd w:val="clear" w:color="auto" w:fill="FFFFFF"/>
        </w:rPr>
        <w:t>2、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如图，AB//CD，BE平分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ABC，CE平分</w:t>
      </w:r>
      <w:r w:rsidRPr="00EA3F6B">
        <w:rPr>
          <w:rFonts w:asciiTheme="minorEastAsia" w:hAnsiTheme="minorEastAsia" w:cs="宋体" w:hint="eastAsia"/>
          <w:color w:val="444444"/>
          <w:szCs w:val="21"/>
          <w:shd w:val="clear" w:color="auto" w:fill="FFFFFF"/>
        </w:rPr>
        <w:t>∠</w:t>
      </w:r>
      <w:r w:rsidRPr="00EA3F6B">
        <w:rPr>
          <w:rFonts w:asciiTheme="minorEastAsia" w:hAnsiTheme="minorEastAsia" w:cs="Arial"/>
          <w:color w:val="444444"/>
          <w:szCs w:val="21"/>
          <w:shd w:val="clear" w:color="auto" w:fill="FFFFFF"/>
        </w:rPr>
        <w:t>BCD，点E在AD上，求证:BC=AB+CD。</w:t>
      </w:r>
    </w:p>
    <w:p w14:paraId="2D81386E" w14:textId="4CC4DB72" w:rsidR="00650D90" w:rsidRDefault="00650D90" w:rsidP="00EA3F6B">
      <w:pPr>
        <w:jc w:val="center"/>
        <w:rPr>
          <w:rFonts w:ascii="Arial" w:hAnsi="Arial" w:cs="Arial"/>
          <w:color w:val="444444"/>
          <w:sz w:val="16"/>
          <w:szCs w:val="16"/>
          <w:shd w:val="clear" w:color="auto" w:fill="FFFFFF"/>
        </w:rPr>
      </w:pPr>
    </w:p>
    <w:p w14:paraId="341C92BD" w14:textId="77777777" w:rsidR="00650D90" w:rsidRPr="00650D90" w:rsidRDefault="00650D90" w:rsidP="00650D90">
      <w:pPr>
        <w:rPr>
          <w:rFonts w:asciiTheme="minorEastAsia" w:hAnsiTheme="minorEastAsia"/>
          <w:sz w:val="18"/>
          <w:szCs w:val="18"/>
        </w:rPr>
      </w:pPr>
    </w:p>
    <w:sectPr w:rsidR="00650D90" w:rsidRPr="00650D90" w:rsidSect="00864DE9">
      <w:pgSz w:w="11917" w:h="4082" w:orient="landscape" w:code="125"/>
      <w:pgMar w:top="0" w:right="0" w:bottom="0" w:left="57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C547EA4" w14:textId="77777777" w:rsidR="00337C3D" w:rsidRDefault="00337C3D" w:rsidP="00650D90">
      <w:r>
        <w:separator/>
      </w:r>
    </w:p>
  </w:endnote>
  <w:endnote w:type="continuationSeparator" w:id="0">
    <w:p w14:paraId="48403608" w14:textId="77777777" w:rsidR="00337C3D" w:rsidRDefault="00337C3D" w:rsidP="00650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FA413B2" w14:textId="77777777" w:rsidR="00337C3D" w:rsidRDefault="00337C3D" w:rsidP="00650D90">
      <w:r>
        <w:separator/>
      </w:r>
    </w:p>
  </w:footnote>
  <w:footnote w:type="continuationSeparator" w:id="0">
    <w:p w14:paraId="6AFAD966" w14:textId="77777777" w:rsidR="00337C3D" w:rsidRDefault="00337C3D" w:rsidP="00650D9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D7149"/>
    <w:multiLevelType w:val="hybridMultilevel"/>
    <w:tmpl w:val="FC9EF40E"/>
    <w:lvl w:ilvl="0" w:tplc="2A707AE4">
      <w:start w:val="1"/>
      <w:numFmt w:val="decimal"/>
      <w:lvlText w:val="%1、"/>
      <w:lvlJc w:val="left"/>
      <w:pPr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lowerLetter"/>
      <w:lvlText w:val="%5)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lowerLetter"/>
      <w:lvlText w:val="%8)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bordersDoNotSurroundHeader/>
  <w:bordersDoNotSurroundFooter/>
  <w:proofState w:spelling="clean" w:grammar="clean"/>
  <w:attachedTemplate r:id="rId1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555F3A57"/>
    <w:rsid w:val="0023778F"/>
    <w:rsid w:val="002E6BBE"/>
    <w:rsid w:val="00337C3D"/>
    <w:rsid w:val="003A1A2B"/>
    <w:rsid w:val="004A5E16"/>
    <w:rsid w:val="005B1597"/>
    <w:rsid w:val="00650D90"/>
    <w:rsid w:val="006B531C"/>
    <w:rsid w:val="00810AB0"/>
    <w:rsid w:val="00864DE9"/>
    <w:rsid w:val="009961E2"/>
    <w:rsid w:val="00A2608E"/>
    <w:rsid w:val="00A3423E"/>
    <w:rsid w:val="00CD1075"/>
    <w:rsid w:val="00EA3F6B"/>
    <w:rsid w:val="0EF2352C"/>
    <w:rsid w:val="555F3A57"/>
    <w:rsid w:val="6D53502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2DD46FB6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 Bullet" w:semiHidden="1" w:unhideWhenUsed="1"/>
    <w:lsdException w:name="List Number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iPriority="99" w:unhideWhenUsed="1"/>
    <w:lsdException w:name="HTML Bottom of Form" w:semiHidden="1" w:uiPriority="99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34" w:unhideWhenUsed="1" w:qFormat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</w:latentStyles>
  <w:style w:type="paragraph" w:default="1" w:styleId="a">
    <w:name w:val="Normal"/>
    <w:qFormat/>
    <w:rsid w:val="00A2608E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650D9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rsid w:val="00650D90"/>
    <w:rPr>
      <w:kern w:val="2"/>
      <w:sz w:val="18"/>
      <w:szCs w:val="18"/>
    </w:rPr>
  </w:style>
  <w:style w:type="paragraph" w:styleId="a5">
    <w:name w:val="footer"/>
    <w:basedOn w:val="a"/>
    <w:link w:val="a6"/>
    <w:rsid w:val="00650D9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rsid w:val="00650D90"/>
    <w:rPr>
      <w:kern w:val="2"/>
      <w:sz w:val="18"/>
      <w:szCs w:val="18"/>
    </w:rPr>
  </w:style>
  <w:style w:type="paragraph" w:styleId="a7">
    <w:name w:val="List Paragraph"/>
    <w:basedOn w:val="a"/>
    <w:uiPriority w:val="34"/>
    <w:qFormat/>
    <w:rsid w:val="00650D90"/>
    <w:pPr>
      <w:ind w:firstLineChars="200" w:firstLine="420"/>
    </w:pPr>
    <w:rPr>
      <w:szCs w:val="22"/>
    </w:rPr>
  </w:style>
  <w:style w:type="paragraph" w:styleId="a8">
    <w:name w:val="Balloon Text"/>
    <w:basedOn w:val="a"/>
    <w:link w:val="a9"/>
    <w:rsid w:val="00650D90"/>
    <w:rPr>
      <w:sz w:val="18"/>
      <w:szCs w:val="18"/>
    </w:rPr>
  </w:style>
  <w:style w:type="character" w:customStyle="1" w:styleId="a9">
    <w:name w:val="批注框文本 字符"/>
    <w:basedOn w:val="a0"/>
    <w:link w:val="a8"/>
    <w:rsid w:val="00650D90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LD8\AppData\Roaming\Kingsoft\wps\addons\pool\win-i386\knewfileres_1.0.0.3\wps\0.docx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0</Template>
  <TotalTime>23</TotalTime>
  <Pages>1</Pages>
  <Words>16</Words>
  <Characters>92</Characters>
  <Application>Microsoft Office Word</Application>
  <DocSecurity>0</DocSecurity>
  <Lines>1</Lines>
  <Paragraphs>1</Paragraphs>
  <ScaleCrop>false</ScaleCrop>
  <HeadingPairs>
    <vt:vector size="2" baseType="variant">
      <vt:variant>
        <vt:lpstr>标题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PeriPage</dc:creator>
  <cp:lastModifiedBy>郑 港</cp:lastModifiedBy>
  <cp:revision>8</cp:revision>
  <cp:lastPrinted>2020-04-17T07:13:00Z</cp:lastPrinted>
  <dcterms:created xsi:type="dcterms:W3CDTF">2018-05-21T06:15:00Z</dcterms:created>
  <dcterms:modified xsi:type="dcterms:W3CDTF">2020-04-17T07:27:00Z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